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1ACEFE9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74541F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6A743604" w14:textId="75DFC70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4541F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74541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BiDF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778C3B4" w:rsidR="0085747A" w:rsidRPr="009C54AE" w:rsidRDefault="00FC2F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25E71FCB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  <w:r w:rsidR="007C2B5B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099D20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6572B77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Metoda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Zastosowanie metody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81AF78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5F7E627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Bankowość: Podręcznik akademicki, pod red. W. L. Jaworskiego,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F4492F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F4492F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F4492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F4492F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Zaleska M., Ocena ekonomiczno-finansowa przedsiębiorstwa przez analityka bankowego (wyd. II poprawione i rozszerzone), Oficyna Wydawnicza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SGH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E8945" w14:textId="77777777" w:rsidR="009E3E92" w:rsidRDefault="009E3E92" w:rsidP="00C16ABF">
      <w:pPr>
        <w:spacing w:after="0" w:line="240" w:lineRule="auto"/>
      </w:pPr>
      <w:r>
        <w:separator/>
      </w:r>
    </w:p>
  </w:endnote>
  <w:endnote w:type="continuationSeparator" w:id="0">
    <w:p w14:paraId="681176B5" w14:textId="77777777" w:rsidR="009E3E92" w:rsidRDefault="009E3E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7691B" w14:textId="77777777" w:rsidR="009E3E92" w:rsidRDefault="009E3E92" w:rsidP="00C16ABF">
      <w:pPr>
        <w:spacing w:after="0" w:line="240" w:lineRule="auto"/>
      </w:pPr>
      <w:r>
        <w:separator/>
      </w:r>
    </w:p>
  </w:footnote>
  <w:footnote w:type="continuationSeparator" w:id="0">
    <w:p w14:paraId="0736A1A2" w14:textId="77777777" w:rsidR="009E3E92" w:rsidRDefault="009E3E92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1EAB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62E9"/>
    <w:rsid w:val="00257BBF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5FC7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41F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E3E92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54322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B26B0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2F5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EECEC-E256-47A9-88F8-9A716D719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F7AA03-B7C6-45B2-AAE4-9C0062AD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1224</Words>
  <Characters>7350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2020-10-26T20:54:00Z</dcterms:created>
  <dcterms:modified xsi:type="dcterms:W3CDTF">2022-02-11T09:13:00Z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